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703" w:rsidRDefault="00F54A79" w:rsidP="004E07E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4937760</wp:posOffset>
            </wp:positionH>
            <wp:positionV relativeFrom="paragraph">
              <wp:posOffset>116840</wp:posOffset>
            </wp:positionV>
            <wp:extent cx="1318260" cy="361950"/>
            <wp:effectExtent l="0" t="0" r="0" b="0"/>
            <wp:wrapNone/>
            <wp:docPr id="5" name="Grafik 5" descr="C:\Users\Woellermann\Desktop\Promotion\Unterrichtseinheit\Bilder_Abschnitt 7\Strang2_ReifenSchieben_Mini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ReifenSchieben_Minibil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37513" w:rsidRPr="004A5249" w:rsidRDefault="00DE598A" w:rsidP="00DA58E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2</w:t>
      </w:r>
      <w:r w:rsidR="00DA58EF">
        <w:rPr>
          <w:b/>
          <w:sz w:val="24"/>
          <w:szCs w:val="24"/>
        </w:rPr>
        <w:t>:</w:t>
      </w:r>
      <w:r w:rsidR="00DA58EF">
        <w:rPr>
          <w:b/>
          <w:sz w:val="24"/>
          <w:szCs w:val="24"/>
        </w:rPr>
        <w:tab/>
      </w:r>
      <w:r w:rsidR="00DA58EF">
        <w:rPr>
          <w:b/>
          <w:sz w:val="24"/>
          <w:szCs w:val="24"/>
        </w:rPr>
        <w:tab/>
      </w:r>
      <w:r w:rsidR="00DA58EF">
        <w:rPr>
          <w:b/>
          <w:sz w:val="24"/>
          <w:szCs w:val="24"/>
        </w:rPr>
        <w:tab/>
      </w:r>
      <w:r w:rsidR="00DA58EF">
        <w:rPr>
          <w:b/>
          <w:sz w:val="24"/>
          <w:szCs w:val="24"/>
        </w:rPr>
        <w:tab/>
      </w:r>
      <w:r w:rsidR="004F029D">
        <w:rPr>
          <w:b/>
          <w:sz w:val="24"/>
          <w:szCs w:val="24"/>
        </w:rPr>
        <w:t>Tipps zu „</w:t>
      </w:r>
      <w:r w:rsidR="00627C43">
        <w:rPr>
          <w:b/>
          <w:sz w:val="24"/>
          <w:szCs w:val="24"/>
        </w:rPr>
        <w:t>Reifen</w:t>
      </w:r>
      <w:r w:rsidR="00DA58EF">
        <w:rPr>
          <w:b/>
          <w:sz w:val="24"/>
          <w:szCs w:val="24"/>
        </w:rPr>
        <w:t xml:space="preserve"> schieben</w:t>
      </w:r>
      <w:r w:rsidR="004F029D">
        <w:rPr>
          <w:b/>
          <w:sz w:val="24"/>
          <w:szCs w:val="24"/>
        </w:rPr>
        <w:t>“</w:t>
      </w:r>
    </w:p>
    <w:p w:rsidR="00D24A16" w:rsidRDefault="00D24A16" w:rsidP="00D24A16">
      <w:pPr>
        <w:spacing w:after="0" w:line="240" w:lineRule="auto"/>
        <w:jc w:val="both"/>
        <w:rPr>
          <w:sz w:val="8"/>
          <w:szCs w:val="8"/>
        </w:rPr>
      </w:pPr>
    </w:p>
    <w:p w:rsidR="009153A0" w:rsidRDefault="004F029D" w:rsidP="00D24A16">
      <w:pPr>
        <w:spacing w:after="0" w:line="240" w:lineRule="auto"/>
        <w:jc w:val="both"/>
        <w:rPr>
          <w:b/>
        </w:rPr>
      </w:pPr>
      <w:r>
        <w:rPr>
          <w:b/>
        </w:rPr>
        <w:t>Aufgabe 2</w:t>
      </w: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  <w:r>
        <w:t>Wir hatte</w:t>
      </w:r>
      <w:r w:rsidR="0093321C">
        <w:t>n</w:t>
      </w:r>
      <w:r>
        <w:t xml:space="preserve"> zu Zwillingskräften folgendes Gesetz festgelegt:</w:t>
      </w:r>
    </w:p>
    <w:p w:rsidR="004F029D" w:rsidRDefault="004F029D" w:rsidP="004F029D">
      <w:pPr>
        <w:spacing w:after="0" w:line="240" w:lineRule="auto"/>
        <w:jc w:val="both"/>
      </w:pPr>
      <w:r w:rsidRPr="00150B9C"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074D1637" wp14:editId="3359F9B9">
            <wp:simplePos x="0" y="0"/>
            <wp:positionH relativeFrom="column">
              <wp:posOffset>852805</wp:posOffset>
            </wp:positionH>
            <wp:positionV relativeFrom="paragraph">
              <wp:posOffset>17337</wp:posOffset>
            </wp:positionV>
            <wp:extent cx="4572638" cy="3429479"/>
            <wp:effectExtent l="0" t="0" r="0" b="0"/>
            <wp:wrapTight wrapText="bothSides">
              <wp:wrapPolygon edited="0">
                <wp:start x="0" y="0"/>
                <wp:lineTo x="0" y="21480"/>
                <wp:lineTo x="21507" y="21480"/>
                <wp:lineTo x="2150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67456" behindDoc="1" locked="0" layoutInCell="1" allowOverlap="1" wp14:anchorId="6219C6B8" wp14:editId="11E9628E">
            <wp:simplePos x="0" y="0"/>
            <wp:positionH relativeFrom="column">
              <wp:posOffset>4937760</wp:posOffset>
            </wp:positionH>
            <wp:positionV relativeFrom="paragraph">
              <wp:posOffset>116840</wp:posOffset>
            </wp:positionV>
            <wp:extent cx="1318260" cy="361950"/>
            <wp:effectExtent l="0" t="0" r="0" b="0"/>
            <wp:wrapNone/>
            <wp:docPr id="6" name="Grafik 6" descr="C:\Users\Woellermann\Desktop\Promotion\Unterrichtseinheit\Bilder_Abschnitt 7\Strang2_ReifenSchieben_Mini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ReifenSchieben_Minibil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F029D" w:rsidRPr="004A5249" w:rsidRDefault="004F029D" w:rsidP="004F029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2: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Tipps zu „Reifen schieben“</w:t>
      </w:r>
    </w:p>
    <w:p w:rsidR="004F029D" w:rsidRDefault="004F029D" w:rsidP="004F029D">
      <w:pPr>
        <w:spacing w:after="0" w:line="240" w:lineRule="auto"/>
        <w:jc w:val="both"/>
        <w:rPr>
          <w:sz w:val="8"/>
          <w:szCs w:val="8"/>
        </w:rPr>
      </w:pPr>
    </w:p>
    <w:p w:rsidR="004F029D" w:rsidRDefault="004F029D" w:rsidP="004F029D">
      <w:pPr>
        <w:spacing w:after="0" w:line="240" w:lineRule="auto"/>
        <w:jc w:val="both"/>
        <w:rPr>
          <w:b/>
        </w:rPr>
      </w:pPr>
      <w:r>
        <w:rPr>
          <w:b/>
        </w:rPr>
        <w:t>Aufgabe 3</w:t>
      </w: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Wenn ein Körper seine Geschwindigkeit nicht ändert, ist er im Kräftegleichgewicht. Dazu hatten wir folgendes notiert:</w:t>
      </w:r>
    </w:p>
    <w:p w:rsidR="004F029D" w:rsidRPr="00FC2CE6" w:rsidRDefault="004F029D" w:rsidP="004F029D">
      <w:pPr>
        <w:spacing w:after="0" w:line="240" w:lineRule="auto"/>
        <w:jc w:val="both"/>
        <w:rPr>
          <w:rFonts w:eastAsiaTheme="minorEastAsia"/>
        </w:rPr>
      </w:pPr>
    </w:p>
    <w:p w:rsidR="004F029D" w:rsidRPr="00FC2CE6" w:rsidRDefault="004F029D" w:rsidP="004F02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Theme="minorEastAsia"/>
          <w:b/>
        </w:rPr>
      </w:pPr>
      <w:r w:rsidRPr="00FC2CE6">
        <w:rPr>
          <w:rFonts w:eastAsiaTheme="minorEastAsia"/>
          <w:b/>
        </w:rPr>
        <w:t>Man nennt den Fall, dass mehrere Kräfte auf den Körper ausgeübt werden,</w:t>
      </w:r>
      <w:r>
        <w:rPr>
          <w:rFonts w:eastAsiaTheme="minorEastAsia"/>
          <w:b/>
        </w:rPr>
        <w:t xml:space="preserve"> die sich zu Null addieren, Kräf</w:t>
      </w:r>
      <w:r w:rsidRPr="00FC2CE6">
        <w:rPr>
          <w:rFonts w:eastAsiaTheme="minorEastAsia"/>
          <w:b/>
        </w:rPr>
        <w:t>tegleichgewicht. Man sagt: „Der Körper ist im Kräftegleichgewicht“.</w:t>
      </w: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4F029D" w:rsidRDefault="004F029D" w:rsidP="004F029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w:lastRenderedPageBreak/>
        <w:drawing>
          <wp:anchor distT="0" distB="0" distL="114300" distR="114300" simplePos="0" relativeHeight="251669504" behindDoc="1" locked="0" layoutInCell="1" allowOverlap="1" wp14:anchorId="14E3BE11" wp14:editId="7FFF4D71">
            <wp:simplePos x="0" y="0"/>
            <wp:positionH relativeFrom="column">
              <wp:posOffset>4937760</wp:posOffset>
            </wp:positionH>
            <wp:positionV relativeFrom="paragraph">
              <wp:posOffset>116840</wp:posOffset>
            </wp:positionV>
            <wp:extent cx="1318260" cy="361950"/>
            <wp:effectExtent l="0" t="0" r="0" b="0"/>
            <wp:wrapNone/>
            <wp:docPr id="7" name="Grafik 7" descr="C:\Users\Woellermann\Desktop\Promotion\Unterrichtseinheit\Bilder_Abschnitt 7\Strang2_ReifenSchieben_Mini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ReifenSchieben_Minibil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F029D" w:rsidRPr="004A5249" w:rsidRDefault="004F029D" w:rsidP="004F029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2: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Lösung zu „Reifen schieben“</w:t>
      </w:r>
    </w:p>
    <w:p w:rsidR="004F029D" w:rsidRDefault="004F029D" w:rsidP="004F029D">
      <w:pPr>
        <w:spacing w:after="0" w:line="240" w:lineRule="auto"/>
        <w:jc w:val="both"/>
        <w:rPr>
          <w:sz w:val="8"/>
          <w:szCs w:val="8"/>
        </w:rPr>
      </w:pPr>
    </w:p>
    <w:p w:rsidR="004F029D" w:rsidRDefault="004F029D" w:rsidP="004F029D">
      <w:pPr>
        <w:spacing w:after="0" w:line="240" w:lineRule="auto"/>
        <w:jc w:val="both"/>
        <w:rPr>
          <w:b/>
        </w:rPr>
      </w:pPr>
      <w:r>
        <w:rPr>
          <w:b/>
        </w:rPr>
        <w:t>Aufgabe 2</w:t>
      </w: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125237" w:rsidRPr="00125237" w:rsidRDefault="00125237" w:rsidP="00D24A16">
      <w:pPr>
        <w:spacing w:after="0" w:line="240" w:lineRule="auto"/>
        <w:jc w:val="both"/>
      </w:pPr>
      <w:r>
        <w:t>Die Zwillingskräfte zu den Kräfte</w:t>
      </w:r>
      <w:r w:rsidR="0093321C">
        <w:t>n</w:t>
      </w:r>
      <w:r>
        <w:t xml:space="preserve"> „Erde auf Reifen“ und „Boden auf Sportler“ sind nicht eingezeichnet.</w:t>
      </w: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1323783</wp:posOffset>
            </wp:positionH>
            <wp:positionV relativeFrom="paragraph">
              <wp:posOffset>27630</wp:posOffset>
            </wp:positionV>
            <wp:extent cx="3708400" cy="2073275"/>
            <wp:effectExtent l="0" t="0" r="6350" b="3175"/>
            <wp:wrapTight wrapText="bothSides">
              <wp:wrapPolygon edited="0">
                <wp:start x="0" y="0"/>
                <wp:lineTo x="0" y="21435"/>
                <wp:lineTo x="21526" y="21435"/>
                <wp:lineTo x="21526" y="0"/>
                <wp:lineTo x="0" y="0"/>
              </wp:wrapPolygon>
            </wp:wrapTight>
            <wp:docPr id="8" name="Grafik 8" descr="C:\Users\Woellermann\Desktop\Promotion\Unterrichtseinheit\Bilder_Abschnitt 7\Strang3_ReifenSchieben_GPLoesun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oellermann\Desktop\Promotion\Unterrichtseinheit\Bilder_Abschnitt 7\Strang3_ReifenSchieben_GPLoesung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72576" behindDoc="1" locked="0" layoutInCell="1" allowOverlap="1" wp14:anchorId="42CB2CAC" wp14:editId="077D8998">
            <wp:simplePos x="0" y="0"/>
            <wp:positionH relativeFrom="column">
              <wp:posOffset>4937760</wp:posOffset>
            </wp:positionH>
            <wp:positionV relativeFrom="paragraph">
              <wp:posOffset>116840</wp:posOffset>
            </wp:positionV>
            <wp:extent cx="1318260" cy="361950"/>
            <wp:effectExtent l="0" t="0" r="0" b="0"/>
            <wp:wrapNone/>
            <wp:docPr id="9" name="Grafik 9" descr="C:\Users\Woellermann\Desktop\Promotion\Unterrichtseinheit\Bilder_Abschnitt 7\Strang2_ReifenSchieben_Mini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ReifenSchieben_Minibil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F029D" w:rsidRPr="004A5249" w:rsidRDefault="004F029D" w:rsidP="004F029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2: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125237">
        <w:rPr>
          <w:b/>
          <w:sz w:val="24"/>
          <w:szCs w:val="24"/>
        </w:rPr>
        <w:t>Lösung</w:t>
      </w:r>
      <w:r>
        <w:rPr>
          <w:b/>
          <w:sz w:val="24"/>
          <w:szCs w:val="24"/>
        </w:rPr>
        <w:t xml:space="preserve"> zu „Reifen schieben“</w:t>
      </w:r>
    </w:p>
    <w:p w:rsidR="004F029D" w:rsidRDefault="004F029D" w:rsidP="004F029D">
      <w:pPr>
        <w:spacing w:after="0" w:line="240" w:lineRule="auto"/>
        <w:jc w:val="both"/>
        <w:rPr>
          <w:sz w:val="8"/>
          <w:szCs w:val="8"/>
        </w:rPr>
      </w:pPr>
    </w:p>
    <w:p w:rsidR="004F029D" w:rsidRDefault="004F029D" w:rsidP="004F029D">
      <w:pPr>
        <w:spacing w:after="0" w:line="240" w:lineRule="auto"/>
        <w:jc w:val="both"/>
        <w:rPr>
          <w:b/>
        </w:rPr>
      </w:pPr>
      <w:r>
        <w:rPr>
          <w:b/>
        </w:rPr>
        <w:t>Aufgabe 3</w:t>
      </w:r>
    </w:p>
    <w:p w:rsidR="00125237" w:rsidRDefault="00125237" w:rsidP="00125237">
      <w:pPr>
        <w:spacing w:after="0" w:line="240" w:lineRule="auto"/>
        <w:jc w:val="both"/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46"/>
        <w:gridCol w:w="2867"/>
        <w:gridCol w:w="2898"/>
      </w:tblGrid>
      <w:tr w:rsidR="00125237" w:rsidTr="00B70E9F">
        <w:tc>
          <w:tcPr>
            <w:tcW w:w="3303" w:type="dxa"/>
          </w:tcPr>
          <w:p w:rsidR="00125237" w:rsidRDefault="00125237" w:rsidP="00125237">
            <w:pPr>
              <w:spacing w:after="0" w:line="240" w:lineRule="auto"/>
              <w:jc w:val="both"/>
            </w:pPr>
            <w:r>
              <w:t>Markieren der auf den Reifen ausgeübten Kräfte:</w:t>
            </w:r>
          </w:p>
        </w:tc>
        <w:tc>
          <w:tcPr>
            <w:tcW w:w="3304" w:type="dxa"/>
          </w:tcPr>
          <w:p w:rsidR="00125237" w:rsidRDefault="00125237" w:rsidP="00B70E9F">
            <w:pPr>
              <w:spacing w:after="0" w:line="240" w:lineRule="auto"/>
              <w:jc w:val="both"/>
            </w:pPr>
            <w:r>
              <w:t>Kräfteaddition:</w:t>
            </w:r>
          </w:p>
        </w:tc>
        <w:tc>
          <w:tcPr>
            <w:tcW w:w="3304" w:type="dxa"/>
          </w:tcPr>
          <w:p w:rsidR="00125237" w:rsidRDefault="00125237" w:rsidP="00B70E9F">
            <w:pPr>
              <w:spacing w:after="0" w:line="240" w:lineRule="auto"/>
              <w:jc w:val="both"/>
            </w:pPr>
            <w:r>
              <w:t>Begründung:</w:t>
            </w:r>
          </w:p>
        </w:tc>
      </w:tr>
      <w:tr w:rsidR="00125237" w:rsidTr="00125237">
        <w:trPr>
          <w:trHeight w:val="2807"/>
        </w:trPr>
        <w:tc>
          <w:tcPr>
            <w:tcW w:w="3303" w:type="dxa"/>
          </w:tcPr>
          <w:p w:rsidR="00125237" w:rsidRDefault="0093321C" w:rsidP="00B70E9F">
            <w:pPr>
              <w:spacing w:after="0" w:line="240" w:lineRule="auto"/>
              <w:jc w:val="both"/>
            </w:pPr>
            <w:r>
              <w:t>Sucht</w:t>
            </w:r>
            <w:r w:rsidR="00125237">
              <w:t xml:space="preserve"> in der Beschriftung nach den Worten „auf Reifen“ und umkreis</w:t>
            </w:r>
            <w:r>
              <w:t>t</w:t>
            </w:r>
            <w:r w:rsidR="00125237">
              <w:t xml:space="preserve"> sie:</w:t>
            </w:r>
          </w:p>
          <w:p w:rsidR="00125237" w:rsidRDefault="00125237" w:rsidP="00B70E9F">
            <w:pPr>
              <w:spacing w:after="0" w:line="240" w:lineRule="auto"/>
              <w:jc w:val="both"/>
            </w:pPr>
            <w:r>
              <w:rPr>
                <w:noProof/>
                <w:lang w:eastAsia="de-DE"/>
              </w:rPr>
              <w:drawing>
                <wp:inline distT="0" distB="0" distL="0" distR="0" wp14:anchorId="63EF1093" wp14:editId="5FFAF1FD">
                  <wp:extent cx="2488019" cy="1998345"/>
                  <wp:effectExtent l="0" t="0" r="7620" b="190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r="32763"/>
                          <a:stretch/>
                        </pic:blipFill>
                        <pic:spPr bwMode="auto">
                          <a:xfrm>
                            <a:off x="0" y="0"/>
                            <a:ext cx="2504670" cy="20117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</w:tcPr>
          <w:p w:rsidR="00125237" w:rsidRDefault="00125237" w:rsidP="00B70E9F">
            <w:pPr>
              <w:spacing w:after="0" w:line="240" w:lineRule="auto"/>
              <w:jc w:val="both"/>
            </w:pPr>
            <w:r w:rsidRPr="004F029D">
              <w:rPr>
                <w:noProof/>
                <w:lang w:eastAsia="de-DE"/>
              </w:rPr>
              <w:drawing>
                <wp:anchor distT="0" distB="0" distL="114300" distR="114300" simplePos="0" relativeHeight="251692032" behindDoc="1" locked="0" layoutInCell="1" allowOverlap="1" wp14:anchorId="2390C835" wp14:editId="045D623D">
                  <wp:simplePos x="0" y="0"/>
                  <wp:positionH relativeFrom="column">
                    <wp:posOffset>643890</wp:posOffset>
                  </wp:positionH>
                  <wp:positionV relativeFrom="paragraph">
                    <wp:posOffset>987395</wp:posOffset>
                  </wp:positionV>
                  <wp:extent cx="285750" cy="361950"/>
                  <wp:effectExtent l="0" t="0" r="0" b="0"/>
                  <wp:wrapTight wrapText="bothSides">
                    <wp:wrapPolygon edited="0">
                      <wp:start x="0" y="0"/>
                      <wp:lineTo x="0" y="20463"/>
                      <wp:lineTo x="20160" y="20463"/>
                      <wp:lineTo x="20160" y="0"/>
                      <wp:lineTo x="0" y="0"/>
                    </wp:wrapPolygon>
                  </wp:wrapTight>
                  <wp:docPr id="11" name="Grafik 11" descr="C:\Users\Woellermann\Desktop\Promotion\Unterrichtseinheit\Bilder_Abschnitt 7\Strang3_ReifenSchieben_GPLoesun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Woellermann\Desktop\Promotion\Unterrichtseinheit\Bilder_Abschnitt 7\Strang3_ReifenSchieben_GPLoesun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Addition der Kraftpfeile, deren Beschriftung umkreist wurde:</w:t>
            </w:r>
          </w:p>
        </w:tc>
        <w:tc>
          <w:tcPr>
            <w:tcW w:w="3304" w:type="dxa"/>
          </w:tcPr>
          <w:p w:rsidR="00125237" w:rsidRDefault="00125237" w:rsidP="00125237">
            <w:pPr>
              <w:spacing w:after="0" w:line="240" w:lineRule="auto"/>
              <w:jc w:val="both"/>
            </w:pPr>
            <w:r>
              <w:t>Da die Kräfteaddition zeigt, dass es keine resultierende Kraft auf den Reifen gibt, ändert der Reifen seine Geschwindigkeit nicht.</w:t>
            </w:r>
          </w:p>
          <w:p w:rsidR="00125237" w:rsidRDefault="00125237" w:rsidP="00B70E9F">
            <w:pPr>
              <w:spacing w:after="0" w:line="240" w:lineRule="auto"/>
              <w:jc w:val="both"/>
            </w:pPr>
          </w:p>
        </w:tc>
      </w:tr>
    </w:tbl>
    <w:p w:rsidR="00B94C4C" w:rsidRDefault="00B94C4C">
      <w:pPr>
        <w:spacing w:after="0" w:line="240" w:lineRule="auto"/>
      </w:pPr>
      <w:r>
        <w:br w:type="page"/>
      </w:r>
    </w:p>
    <w:p w:rsidR="00B94C4C" w:rsidRDefault="00B94C4C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B94C4C" w:rsidRDefault="00B94C4C" w:rsidP="00B94C4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79744" behindDoc="1" locked="0" layoutInCell="1" allowOverlap="1" wp14:anchorId="68C3C750" wp14:editId="39C24139">
            <wp:simplePos x="0" y="0"/>
            <wp:positionH relativeFrom="column">
              <wp:posOffset>4937760</wp:posOffset>
            </wp:positionH>
            <wp:positionV relativeFrom="paragraph">
              <wp:posOffset>116840</wp:posOffset>
            </wp:positionV>
            <wp:extent cx="1318260" cy="361950"/>
            <wp:effectExtent l="0" t="0" r="0" b="0"/>
            <wp:wrapNone/>
            <wp:docPr id="13" name="Grafik 13" descr="C:\Users\Woellermann\Desktop\Promotion\Unterrichtseinheit\Bilder_Abschnitt 7\Strang2_ReifenSchieben_Mini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ReifenSchieben_Minibil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4C4C" w:rsidRPr="004A5249" w:rsidRDefault="00B94C4C" w:rsidP="00B94C4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2: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Tipps zu „Reifen schieben“</w:t>
      </w:r>
    </w:p>
    <w:p w:rsidR="00B94C4C" w:rsidRDefault="00B94C4C" w:rsidP="00B94C4C">
      <w:pPr>
        <w:spacing w:after="0" w:line="240" w:lineRule="auto"/>
        <w:jc w:val="both"/>
        <w:rPr>
          <w:sz w:val="8"/>
          <w:szCs w:val="8"/>
        </w:rPr>
      </w:pPr>
    </w:p>
    <w:p w:rsidR="00B94C4C" w:rsidRDefault="00B94C4C" w:rsidP="00B94C4C">
      <w:pPr>
        <w:spacing w:after="0" w:line="240" w:lineRule="auto"/>
        <w:jc w:val="both"/>
        <w:rPr>
          <w:b/>
        </w:rPr>
      </w:pPr>
      <w:r>
        <w:rPr>
          <w:b/>
        </w:rPr>
        <w:t>Aufgabe 4</w:t>
      </w: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Wenn ein Körper seine Geschwindigkeit nicht ändert, ist er im Kräftegleichgewicht. Dazu hatten wir folgendes notiert:</w:t>
      </w:r>
    </w:p>
    <w:p w:rsidR="00B94C4C" w:rsidRPr="00FC2CE6" w:rsidRDefault="00B94C4C" w:rsidP="00B94C4C">
      <w:pPr>
        <w:spacing w:after="0" w:line="240" w:lineRule="auto"/>
        <w:jc w:val="both"/>
        <w:rPr>
          <w:rFonts w:eastAsiaTheme="minorEastAsia"/>
        </w:rPr>
      </w:pPr>
    </w:p>
    <w:p w:rsidR="00B94C4C" w:rsidRPr="00FC2CE6" w:rsidRDefault="00B94C4C" w:rsidP="00B94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Theme="minorEastAsia"/>
          <w:b/>
        </w:rPr>
      </w:pPr>
      <w:r w:rsidRPr="00FC2CE6">
        <w:rPr>
          <w:rFonts w:eastAsiaTheme="minorEastAsia"/>
          <w:b/>
        </w:rPr>
        <w:t>Man nennt den Fall, dass mehrere Kräfte auf den Körper ausgeübt werden,</w:t>
      </w:r>
      <w:r>
        <w:rPr>
          <w:rFonts w:eastAsiaTheme="minorEastAsia"/>
          <w:b/>
        </w:rPr>
        <w:t xml:space="preserve"> die sich zu Null addieren, Kräf</w:t>
      </w:r>
      <w:r w:rsidRPr="00FC2CE6">
        <w:rPr>
          <w:rFonts w:eastAsiaTheme="minorEastAsia"/>
          <w:b/>
        </w:rPr>
        <w:t>tegleichgewicht. Man sagt: „Der Körper ist im Kräftegleichgewicht“.</w:t>
      </w:r>
    </w:p>
    <w:p w:rsidR="00B94C4C" w:rsidRDefault="00B94C4C" w:rsidP="00B94C4C">
      <w:pPr>
        <w:spacing w:after="0" w:line="240" w:lineRule="auto"/>
        <w:jc w:val="both"/>
      </w:pPr>
    </w:p>
    <w:p w:rsidR="00B94C4C" w:rsidRPr="00B94C4C" w:rsidRDefault="00B94C4C" w:rsidP="00B94C4C">
      <w:pPr>
        <w:pStyle w:val="Listenabsatz"/>
        <w:numPr>
          <w:ilvl w:val="0"/>
          <w:numId w:val="48"/>
        </w:numPr>
        <w:spacing w:after="0" w:line="240" w:lineRule="auto"/>
      </w:pPr>
      <w:r w:rsidRPr="00B94C4C">
        <w:t>Überprüft, ob der Reifen im Kräftegleichgewicht ist!</w:t>
      </w:r>
    </w:p>
    <w:p w:rsidR="00B94C4C" w:rsidRPr="00B94C4C" w:rsidRDefault="00B94C4C" w:rsidP="00B94C4C">
      <w:pPr>
        <w:pStyle w:val="Listenabsatz"/>
        <w:numPr>
          <w:ilvl w:val="0"/>
          <w:numId w:val="48"/>
        </w:numPr>
        <w:spacing w:after="0" w:line="240" w:lineRule="auto"/>
        <w:rPr>
          <w:b/>
        </w:rPr>
      </w:pPr>
      <w:r w:rsidRPr="00B94C4C">
        <w:t>Welcher Kraftpfeil fehlt, damit der Reifen im Kräftegleichgewicht ist?</w:t>
      </w:r>
      <w:r w:rsidRPr="00B94C4C">
        <w:rPr>
          <w:b/>
        </w:rPr>
        <w:br w:type="page"/>
      </w: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82816" behindDoc="1" locked="0" layoutInCell="1" allowOverlap="1" wp14:anchorId="720A6BA6" wp14:editId="14D0A9A2">
            <wp:simplePos x="0" y="0"/>
            <wp:positionH relativeFrom="column">
              <wp:posOffset>4937760</wp:posOffset>
            </wp:positionH>
            <wp:positionV relativeFrom="paragraph">
              <wp:posOffset>116840</wp:posOffset>
            </wp:positionV>
            <wp:extent cx="1318260" cy="361950"/>
            <wp:effectExtent l="0" t="0" r="0" b="0"/>
            <wp:wrapNone/>
            <wp:docPr id="15" name="Grafik 15" descr="C:\Users\Woellermann\Desktop\Promotion\Unterrichtseinheit\Bilder_Abschnitt 7\Strang2_ReifenSchieben_Mini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ReifenSchieben_Minibil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4C4C" w:rsidRPr="004A5249" w:rsidRDefault="00B94C4C" w:rsidP="00B94C4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2: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Lösung zu „Reifen schieben“</w:t>
      </w:r>
    </w:p>
    <w:p w:rsidR="00B94C4C" w:rsidRDefault="00B94C4C" w:rsidP="00B94C4C">
      <w:pPr>
        <w:spacing w:after="0" w:line="240" w:lineRule="auto"/>
        <w:jc w:val="both"/>
        <w:rPr>
          <w:sz w:val="8"/>
          <w:szCs w:val="8"/>
        </w:rPr>
      </w:pPr>
    </w:p>
    <w:p w:rsidR="00B94C4C" w:rsidRDefault="00B94C4C" w:rsidP="00B94C4C">
      <w:pPr>
        <w:spacing w:after="0" w:line="240" w:lineRule="auto"/>
        <w:jc w:val="both"/>
        <w:rPr>
          <w:b/>
        </w:rPr>
      </w:pPr>
      <w:r>
        <w:rPr>
          <w:b/>
        </w:rPr>
        <w:t>Aufgabe 1</w:t>
      </w:r>
    </w:p>
    <w:p w:rsidR="00B94C4C" w:rsidRDefault="00B94C4C" w:rsidP="00B94C4C">
      <w:pPr>
        <w:spacing w:after="0" w:line="240" w:lineRule="auto"/>
        <w:jc w:val="both"/>
      </w:pPr>
      <w:r>
        <w:rPr>
          <w:noProof/>
          <w:lang w:eastAsia="de-DE"/>
        </w:rPr>
        <w:drawing>
          <wp:anchor distT="0" distB="0" distL="114300" distR="114300" simplePos="0" relativeHeight="251684864" behindDoc="1" locked="0" layoutInCell="1" allowOverlap="1" wp14:anchorId="240855BD" wp14:editId="6ECDFBBD">
            <wp:simplePos x="0" y="0"/>
            <wp:positionH relativeFrom="column">
              <wp:posOffset>1289286</wp:posOffset>
            </wp:positionH>
            <wp:positionV relativeFrom="paragraph">
              <wp:posOffset>145814</wp:posOffset>
            </wp:positionV>
            <wp:extent cx="3990975" cy="2232660"/>
            <wp:effectExtent l="0" t="0" r="9525" b="0"/>
            <wp:wrapTight wrapText="bothSides">
              <wp:wrapPolygon edited="0">
                <wp:start x="0" y="0"/>
                <wp:lineTo x="0" y="21379"/>
                <wp:lineTo x="21548" y="21379"/>
                <wp:lineTo x="21548" y="0"/>
                <wp:lineTo x="0" y="0"/>
              </wp:wrapPolygon>
            </wp:wrapTight>
            <wp:docPr id="16" name="Grafik 16" descr="C:\Users\Woellermann\Desktop\Promotion\Unterrichtseinheit\Bilder_Abschnitt 7\Strang3_ReifenSchieben_GPLoesun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3_ReifenSchieben_GPLoesung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83840" behindDoc="1" locked="0" layoutInCell="1" allowOverlap="1" wp14:anchorId="6F3F77D2" wp14:editId="70E49E5C">
            <wp:simplePos x="0" y="0"/>
            <wp:positionH relativeFrom="column">
              <wp:posOffset>4937760</wp:posOffset>
            </wp:positionH>
            <wp:positionV relativeFrom="paragraph">
              <wp:posOffset>116840</wp:posOffset>
            </wp:positionV>
            <wp:extent cx="1318260" cy="361950"/>
            <wp:effectExtent l="0" t="0" r="0" b="0"/>
            <wp:wrapNone/>
            <wp:docPr id="17" name="Grafik 17" descr="C:\Users\Woellermann\Desktop\Promotion\Unterrichtseinheit\Bilder_Abschnitt 7\Strang2_ReifenSchieben_Mini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ReifenSchieben_Minibil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4C4C" w:rsidRPr="004A5249" w:rsidRDefault="00B94C4C" w:rsidP="00B94C4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2: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Lösung zu „Reifen schieben“</w:t>
      </w:r>
    </w:p>
    <w:p w:rsidR="00B94C4C" w:rsidRDefault="00B94C4C" w:rsidP="00B94C4C">
      <w:pPr>
        <w:spacing w:after="0" w:line="240" w:lineRule="auto"/>
        <w:jc w:val="both"/>
        <w:rPr>
          <w:sz w:val="8"/>
          <w:szCs w:val="8"/>
        </w:rPr>
      </w:pPr>
    </w:p>
    <w:p w:rsidR="00B94C4C" w:rsidRDefault="00B94C4C" w:rsidP="00B94C4C">
      <w:pPr>
        <w:spacing w:after="0" w:line="240" w:lineRule="auto"/>
        <w:jc w:val="both"/>
        <w:rPr>
          <w:b/>
        </w:rPr>
      </w:pPr>
      <w:r>
        <w:rPr>
          <w:b/>
        </w:rPr>
        <w:t>Aufgabe 4</w:t>
      </w:r>
    </w:p>
    <w:p w:rsidR="00B94C4C" w:rsidRDefault="00B94C4C" w:rsidP="00B94C4C">
      <w:pPr>
        <w:spacing w:after="0" w:line="240" w:lineRule="auto"/>
        <w:jc w:val="both"/>
      </w:pPr>
    </w:p>
    <w:p w:rsidR="00EF4E82" w:rsidRDefault="00EF4E82" w:rsidP="00125237">
      <w:pPr>
        <w:pStyle w:val="Listenabsatz"/>
        <w:numPr>
          <w:ilvl w:val="0"/>
          <w:numId w:val="49"/>
        </w:numPr>
        <w:spacing w:after="0" w:line="240" w:lineRule="auto"/>
        <w:jc w:val="both"/>
        <w:rPr>
          <w:b/>
        </w:rPr>
      </w:pPr>
    </w:p>
    <w:p w:rsidR="00125237" w:rsidRDefault="00EF4E82" w:rsidP="00EF4E82">
      <w:pPr>
        <w:pStyle w:val="Listenabsatz"/>
        <w:numPr>
          <w:ilvl w:val="0"/>
          <w:numId w:val="50"/>
        </w:numPr>
        <w:spacing w:after="0" w:line="240" w:lineRule="auto"/>
        <w:jc w:val="both"/>
        <w:rPr>
          <w:b/>
        </w:rPr>
      </w:pPr>
      <w:r>
        <w:rPr>
          <w:b/>
        </w:rPr>
        <w:t>Markieren der auf den Reifen ausgeübten Kräfte:</w:t>
      </w:r>
    </w:p>
    <w:p w:rsidR="00EF4E82" w:rsidRPr="00EF4E82" w:rsidRDefault="00EF4E82" w:rsidP="00EF4E82">
      <w:pPr>
        <w:pStyle w:val="Listenabsatz"/>
        <w:spacing w:after="0" w:line="240" w:lineRule="auto"/>
        <w:ind w:left="1134"/>
        <w:jc w:val="both"/>
      </w:pPr>
      <w:r>
        <w:rPr>
          <w:noProof/>
          <w:lang w:eastAsia="de-DE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1055562</wp:posOffset>
            </wp:positionH>
            <wp:positionV relativeFrom="paragraph">
              <wp:posOffset>237209</wp:posOffset>
            </wp:positionV>
            <wp:extent cx="3880884" cy="1745702"/>
            <wp:effectExtent l="0" t="0" r="5715" b="6985"/>
            <wp:wrapTopAndBottom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0884" cy="1745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Such</w:t>
      </w:r>
      <w:r w:rsidR="0093321C">
        <w:t>t</w:t>
      </w:r>
      <w:r>
        <w:t xml:space="preserve"> in der Beschriftung nach den Worten „auf Reifen“ und umkreis</w:t>
      </w:r>
      <w:r w:rsidR="0093321C">
        <w:t>t</w:t>
      </w:r>
      <w:bookmarkStart w:id="0" w:name="_GoBack"/>
      <w:bookmarkEnd w:id="0"/>
      <w:r>
        <w:t xml:space="preserve"> sie:</w:t>
      </w:r>
    </w:p>
    <w:p w:rsidR="00EF4E82" w:rsidRPr="00EF4E82" w:rsidRDefault="00EF4E82" w:rsidP="00EF4E82">
      <w:pPr>
        <w:pStyle w:val="Listenabsatz"/>
        <w:numPr>
          <w:ilvl w:val="0"/>
          <w:numId w:val="50"/>
        </w:numPr>
        <w:spacing w:after="0" w:line="240" w:lineRule="auto"/>
        <w:jc w:val="both"/>
        <w:rPr>
          <w:b/>
        </w:rPr>
      </w:pPr>
      <w:r>
        <w:rPr>
          <w:b/>
        </w:rPr>
        <w:t>Kräfteaddition:</w:t>
      </w:r>
    </w:p>
    <w:p w:rsidR="00EF4E82" w:rsidRDefault="00EF4E82" w:rsidP="00EF4E82">
      <w:pPr>
        <w:pStyle w:val="Listenabsatz"/>
        <w:tabs>
          <w:tab w:val="left" w:pos="1134"/>
        </w:tabs>
        <w:spacing w:after="0" w:line="240" w:lineRule="auto"/>
        <w:ind w:left="1134" w:right="1841"/>
        <w:jc w:val="both"/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94080" behindDoc="1" locked="0" layoutInCell="1" allowOverlap="1" wp14:anchorId="216AEB5C" wp14:editId="1DD3DFCC">
            <wp:simplePos x="0" y="0"/>
            <wp:positionH relativeFrom="column">
              <wp:posOffset>5379085</wp:posOffset>
            </wp:positionH>
            <wp:positionV relativeFrom="paragraph">
              <wp:posOffset>32562</wp:posOffset>
            </wp:positionV>
            <wp:extent cx="457200" cy="371475"/>
            <wp:effectExtent l="0" t="0" r="0" b="9525"/>
            <wp:wrapTight wrapText="bothSides">
              <wp:wrapPolygon edited="0">
                <wp:start x="0" y="0"/>
                <wp:lineTo x="0" y="21046"/>
                <wp:lineTo x="20700" y="21046"/>
                <wp:lineTo x="20700" y="0"/>
                <wp:lineTo x="0" y="0"/>
              </wp:wrapPolygon>
            </wp:wrapTight>
            <wp:docPr id="20" name="Grafik 20" descr="C:\Users\Woellermann\Desktop\Promotion\Unterrichtseinheit\Bilder_Abschnitt 7\Strang3_ReifenSchieben_GPLoesun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oellermann\Desktop\Promotion\Unterrichtseinheit\Bilder_Abschnitt 7\Strang3_ReifenSchieben_GPLoesung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Addition der Kraftpfeile, deren Beschriftung umkreist wurde (schwarz):</w:t>
      </w:r>
    </w:p>
    <w:p w:rsidR="00EF4E82" w:rsidRDefault="00EF4E82" w:rsidP="00EF4E82">
      <w:pPr>
        <w:pStyle w:val="Listenabsatz"/>
        <w:tabs>
          <w:tab w:val="left" w:pos="6663"/>
          <w:tab w:val="left" w:pos="6946"/>
        </w:tabs>
        <w:spacing w:after="0" w:line="240" w:lineRule="auto"/>
        <w:ind w:left="1134" w:right="1983"/>
        <w:jc w:val="both"/>
      </w:pPr>
      <w:r>
        <w:t xml:space="preserve">Es fehlt der graue Pfeil, damit der Reifen im Kräftegleichgewicht ist. </w:t>
      </w:r>
      <w:r w:rsidRPr="00EF4E82">
        <w:t>D</w:t>
      </w:r>
      <w:r>
        <w:t>ieser</w:t>
      </w:r>
      <w:r w:rsidRPr="00EF4E82">
        <w:t xml:space="preserve"> Pfeil stellt die vom Sportler auf den Reifen ausgeübte Kraft dar.</w:t>
      </w:r>
    </w:p>
    <w:p w:rsidR="00125237" w:rsidRDefault="00125237" w:rsidP="00EF4E82">
      <w:pPr>
        <w:spacing w:after="0" w:line="240" w:lineRule="auto"/>
        <w:jc w:val="both"/>
      </w:pPr>
    </w:p>
    <w:p w:rsidR="00125237" w:rsidRPr="00125237" w:rsidRDefault="00EF4E82" w:rsidP="00EA4921">
      <w:pPr>
        <w:pStyle w:val="Listenabsatz"/>
        <w:numPr>
          <w:ilvl w:val="0"/>
          <w:numId w:val="49"/>
        </w:numPr>
        <w:spacing w:after="0" w:line="240" w:lineRule="auto"/>
        <w:jc w:val="both"/>
      </w:pPr>
      <w:r>
        <w:t>Der Kraftp</w:t>
      </w:r>
      <w:r w:rsidRPr="00EF4E82">
        <w:t xml:space="preserve">feil ist ca. 1 cm lang, das entspricht 750 N. Es handelt sich daher </w:t>
      </w:r>
      <w:r>
        <w:t>nicht um einen Profi.</w:t>
      </w:r>
    </w:p>
    <w:p w:rsidR="00125237" w:rsidRDefault="00125237" w:rsidP="00B94C4C">
      <w:pPr>
        <w:spacing w:after="0" w:line="240" w:lineRule="auto"/>
        <w:jc w:val="both"/>
      </w:pPr>
    </w:p>
    <w:p w:rsidR="00125237" w:rsidRDefault="00125237" w:rsidP="00B94C4C">
      <w:pPr>
        <w:spacing w:after="0" w:line="240" w:lineRule="auto"/>
        <w:jc w:val="both"/>
      </w:pPr>
    </w:p>
    <w:p w:rsidR="004F029D" w:rsidRPr="00B94C4C" w:rsidRDefault="004F029D" w:rsidP="00B94C4C">
      <w:pPr>
        <w:spacing w:after="0" w:line="240" w:lineRule="auto"/>
        <w:rPr>
          <w:b/>
        </w:rPr>
      </w:pPr>
    </w:p>
    <w:sectPr w:rsidR="004F029D" w:rsidRPr="00B94C4C" w:rsidSect="004A5249">
      <w:type w:val="continuous"/>
      <w:pgSz w:w="11906" w:h="16838"/>
      <w:pgMar w:top="851" w:right="851" w:bottom="567" w:left="1134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76043"/>
    <w:multiLevelType w:val="hybridMultilevel"/>
    <w:tmpl w:val="C49E7BB8"/>
    <w:lvl w:ilvl="0" w:tplc="5DAA9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90AF4"/>
    <w:multiLevelType w:val="hybridMultilevel"/>
    <w:tmpl w:val="A5A2BA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4757C"/>
    <w:multiLevelType w:val="hybridMultilevel"/>
    <w:tmpl w:val="FF84F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62C46"/>
    <w:multiLevelType w:val="hybridMultilevel"/>
    <w:tmpl w:val="ED6A8E9C"/>
    <w:lvl w:ilvl="0" w:tplc="6EBC9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C3167D"/>
    <w:multiLevelType w:val="hybridMultilevel"/>
    <w:tmpl w:val="AF18CBB4"/>
    <w:lvl w:ilvl="0" w:tplc="167E3D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4F5A2A"/>
    <w:multiLevelType w:val="hybridMultilevel"/>
    <w:tmpl w:val="0598DF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0EDC"/>
    <w:multiLevelType w:val="hybridMultilevel"/>
    <w:tmpl w:val="6AC803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E340E"/>
    <w:multiLevelType w:val="hybridMultilevel"/>
    <w:tmpl w:val="7AC2F4B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40CB6"/>
    <w:multiLevelType w:val="hybridMultilevel"/>
    <w:tmpl w:val="62827D12"/>
    <w:lvl w:ilvl="0" w:tplc="967A6C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61C86"/>
    <w:multiLevelType w:val="hybridMultilevel"/>
    <w:tmpl w:val="D2A838A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A3737"/>
    <w:multiLevelType w:val="hybridMultilevel"/>
    <w:tmpl w:val="C17E7288"/>
    <w:lvl w:ilvl="0" w:tplc="7FB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353F3"/>
    <w:multiLevelType w:val="hybridMultilevel"/>
    <w:tmpl w:val="B2A29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34249"/>
    <w:multiLevelType w:val="hybridMultilevel"/>
    <w:tmpl w:val="DCBCB294"/>
    <w:lvl w:ilvl="0" w:tplc="EC52BF64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3" w15:restartNumberingAfterBreak="0">
    <w:nsid w:val="2D8C044D"/>
    <w:multiLevelType w:val="hybridMultilevel"/>
    <w:tmpl w:val="E9FA9BD8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DD5B78"/>
    <w:multiLevelType w:val="hybridMultilevel"/>
    <w:tmpl w:val="E27424A6"/>
    <w:lvl w:ilvl="0" w:tplc="0BB801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B7B94"/>
    <w:multiLevelType w:val="hybridMultilevel"/>
    <w:tmpl w:val="A344F1A0"/>
    <w:lvl w:ilvl="0" w:tplc="0BB801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C7D"/>
    <w:multiLevelType w:val="hybridMultilevel"/>
    <w:tmpl w:val="64C8ED32"/>
    <w:lvl w:ilvl="0" w:tplc="74B0D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A402F"/>
    <w:multiLevelType w:val="hybridMultilevel"/>
    <w:tmpl w:val="E8A0C716"/>
    <w:lvl w:ilvl="0" w:tplc="76A4E6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0E6747"/>
    <w:multiLevelType w:val="hybridMultilevel"/>
    <w:tmpl w:val="C20A7302"/>
    <w:lvl w:ilvl="0" w:tplc="EDFC907E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9" w15:restartNumberingAfterBreak="0">
    <w:nsid w:val="3A6854F2"/>
    <w:multiLevelType w:val="hybridMultilevel"/>
    <w:tmpl w:val="AB045B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86A7B"/>
    <w:multiLevelType w:val="hybridMultilevel"/>
    <w:tmpl w:val="54DE48F4"/>
    <w:lvl w:ilvl="0" w:tplc="0BB801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47AE7"/>
    <w:multiLevelType w:val="hybridMultilevel"/>
    <w:tmpl w:val="9EB62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C50EEE"/>
    <w:multiLevelType w:val="hybridMultilevel"/>
    <w:tmpl w:val="AFC49E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D3887"/>
    <w:multiLevelType w:val="hybridMultilevel"/>
    <w:tmpl w:val="3E22EA1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731F53"/>
    <w:multiLevelType w:val="hybridMultilevel"/>
    <w:tmpl w:val="DDD84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80273"/>
    <w:multiLevelType w:val="hybridMultilevel"/>
    <w:tmpl w:val="B43E4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6600C6"/>
    <w:multiLevelType w:val="hybridMultilevel"/>
    <w:tmpl w:val="BC2A1A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F26762"/>
    <w:multiLevelType w:val="hybridMultilevel"/>
    <w:tmpl w:val="88AC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24821"/>
    <w:multiLevelType w:val="hybridMultilevel"/>
    <w:tmpl w:val="7CE85EC2"/>
    <w:lvl w:ilvl="0" w:tplc="2A06B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550D82"/>
    <w:multiLevelType w:val="hybridMultilevel"/>
    <w:tmpl w:val="C4D0FF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01421E"/>
    <w:multiLevelType w:val="hybridMultilevel"/>
    <w:tmpl w:val="5966F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3B4B81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32" w15:restartNumberingAfterBreak="0">
    <w:nsid w:val="58550FE5"/>
    <w:multiLevelType w:val="hybridMultilevel"/>
    <w:tmpl w:val="540A851C"/>
    <w:lvl w:ilvl="0" w:tplc="1B18E382">
      <w:start w:val="5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D28B4"/>
    <w:multiLevelType w:val="hybridMultilevel"/>
    <w:tmpl w:val="6D1C5502"/>
    <w:lvl w:ilvl="0" w:tplc="B37C4EC6">
      <w:start w:val="1"/>
      <w:numFmt w:val="lowerLetter"/>
      <w:lvlText w:val="%1)"/>
      <w:lvlJc w:val="left"/>
      <w:pPr>
        <w:ind w:left="18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440" w:hanging="360"/>
      </w:pPr>
    </w:lvl>
    <w:lvl w:ilvl="2" w:tplc="0407001B" w:tentative="1">
      <w:start w:val="1"/>
      <w:numFmt w:val="lowerRoman"/>
      <w:lvlText w:val="%3."/>
      <w:lvlJc w:val="right"/>
      <w:pPr>
        <w:ind w:left="20160" w:hanging="180"/>
      </w:pPr>
    </w:lvl>
    <w:lvl w:ilvl="3" w:tplc="0407000F" w:tentative="1">
      <w:start w:val="1"/>
      <w:numFmt w:val="decimal"/>
      <w:lvlText w:val="%4."/>
      <w:lvlJc w:val="left"/>
      <w:pPr>
        <w:ind w:left="20880" w:hanging="360"/>
      </w:pPr>
    </w:lvl>
    <w:lvl w:ilvl="4" w:tplc="04070019" w:tentative="1">
      <w:start w:val="1"/>
      <w:numFmt w:val="lowerLetter"/>
      <w:lvlText w:val="%5."/>
      <w:lvlJc w:val="left"/>
      <w:pPr>
        <w:ind w:left="21600" w:hanging="360"/>
      </w:pPr>
    </w:lvl>
    <w:lvl w:ilvl="5" w:tplc="0407001B" w:tentative="1">
      <w:start w:val="1"/>
      <w:numFmt w:val="lowerRoman"/>
      <w:lvlText w:val="%6."/>
      <w:lvlJc w:val="right"/>
      <w:pPr>
        <w:ind w:left="22320" w:hanging="180"/>
      </w:pPr>
    </w:lvl>
    <w:lvl w:ilvl="6" w:tplc="0407000F" w:tentative="1">
      <w:start w:val="1"/>
      <w:numFmt w:val="decimal"/>
      <w:lvlText w:val="%7."/>
      <w:lvlJc w:val="left"/>
      <w:pPr>
        <w:ind w:left="23040" w:hanging="360"/>
      </w:pPr>
    </w:lvl>
    <w:lvl w:ilvl="7" w:tplc="04070019" w:tentative="1">
      <w:start w:val="1"/>
      <w:numFmt w:val="lowerLetter"/>
      <w:lvlText w:val="%8."/>
      <w:lvlJc w:val="left"/>
      <w:pPr>
        <w:ind w:left="23760" w:hanging="360"/>
      </w:pPr>
    </w:lvl>
    <w:lvl w:ilvl="8" w:tplc="0407001B" w:tentative="1">
      <w:start w:val="1"/>
      <w:numFmt w:val="lowerRoman"/>
      <w:lvlText w:val="%9."/>
      <w:lvlJc w:val="right"/>
      <w:pPr>
        <w:ind w:left="24480" w:hanging="180"/>
      </w:pPr>
    </w:lvl>
  </w:abstractNum>
  <w:abstractNum w:abstractNumId="34" w15:restartNumberingAfterBreak="0">
    <w:nsid w:val="5B8F4546"/>
    <w:multiLevelType w:val="hybridMultilevel"/>
    <w:tmpl w:val="970A03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E0D6734"/>
    <w:multiLevelType w:val="hybridMultilevel"/>
    <w:tmpl w:val="F27E79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060538"/>
    <w:multiLevelType w:val="hybridMultilevel"/>
    <w:tmpl w:val="E586D5CC"/>
    <w:lvl w:ilvl="0" w:tplc="781C2C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2592D92"/>
    <w:multiLevelType w:val="hybridMultilevel"/>
    <w:tmpl w:val="8392F820"/>
    <w:lvl w:ilvl="0" w:tplc="1CE4D3F8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8" w15:restartNumberingAfterBreak="0">
    <w:nsid w:val="62B61E6C"/>
    <w:multiLevelType w:val="hybridMultilevel"/>
    <w:tmpl w:val="38022A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6C0316"/>
    <w:multiLevelType w:val="hybridMultilevel"/>
    <w:tmpl w:val="364ED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1306EF"/>
    <w:multiLevelType w:val="hybridMultilevel"/>
    <w:tmpl w:val="DB4EF92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8C4DD1"/>
    <w:multiLevelType w:val="hybridMultilevel"/>
    <w:tmpl w:val="3D8223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741AFA"/>
    <w:multiLevelType w:val="hybridMultilevel"/>
    <w:tmpl w:val="4C7C9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BD2575"/>
    <w:multiLevelType w:val="hybridMultilevel"/>
    <w:tmpl w:val="0E065CDA"/>
    <w:lvl w:ilvl="0" w:tplc="983011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FE2D8D"/>
    <w:multiLevelType w:val="hybridMultilevel"/>
    <w:tmpl w:val="431CF2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C57F3A"/>
    <w:multiLevelType w:val="hybridMultilevel"/>
    <w:tmpl w:val="DBEA2D42"/>
    <w:lvl w:ilvl="0" w:tplc="78327C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1B6368C"/>
    <w:multiLevelType w:val="hybridMultilevel"/>
    <w:tmpl w:val="CC2A1B1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457465"/>
    <w:multiLevelType w:val="hybridMultilevel"/>
    <w:tmpl w:val="4D74BED2"/>
    <w:lvl w:ilvl="0" w:tplc="0407000F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48" w15:restartNumberingAfterBreak="0">
    <w:nsid w:val="7D835590"/>
    <w:multiLevelType w:val="hybridMultilevel"/>
    <w:tmpl w:val="BC36EF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5902A3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num w:numId="1">
    <w:abstractNumId w:val="19"/>
  </w:num>
  <w:num w:numId="2">
    <w:abstractNumId w:val="38"/>
  </w:num>
  <w:num w:numId="3">
    <w:abstractNumId w:val="40"/>
  </w:num>
  <w:num w:numId="4">
    <w:abstractNumId w:val="45"/>
  </w:num>
  <w:num w:numId="5">
    <w:abstractNumId w:val="2"/>
  </w:num>
  <w:num w:numId="6">
    <w:abstractNumId w:val="10"/>
  </w:num>
  <w:num w:numId="7">
    <w:abstractNumId w:val="26"/>
  </w:num>
  <w:num w:numId="8">
    <w:abstractNumId w:val="24"/>
  </w:num>
  <w:num w:numId="9">
    <w:abstractNumId w:val="41"/>
  </w:num>
  <w:num w:numId="10">
    <w:abstractNumId w:val="46"/>
  </w:num>
  <w:num w:numId="11">
    <w:abstractNumId w:val="39"/>
  </w:num>
  <w:num w:numId="12">
    <w:abstractNumId w:val="25"/>
  </w:num>
  <w:num w:numId="13">
    <w:abstractNumId w:val="0"/>
  </w:num>
  <w:num w:numId="14">
    <w:abstractNumId w:val="4"/>
  </w:num>
  <w:num w:numId="15">
    <w:abstractNumId w:val="3"/>
  </w:num>
  <w:num w:numId="16">
    <w:abstractNumId w:val="32"/>
  </w:num>
  <w:num w:numId="17">
    <w:abstractNumId w:val="1"/>
  </w:num>
  <w:num w:numId="18">
    <w:abstractNumId w:val="13"/>
  </w:num>
  <w:num w:numId="19">
    <w:abstractNumId w:val="23"/>
  </w:num>
  <w:num w:numId="20">
    <w:abstractNumId w:val="30"/>
  </w:num>
  <w:num w:numId="21">
    <w:abstractNumId w:val="29"/>
  </w:num>
  <w:num w:numId="22">
    <w:abstractNumId w:val="17"/>
  </w:num>
  <w:num w:numId="23">
    <w:abstractNumId w:val="33"/>
  </w:num>
  <w:num w:numId="24">
    <w:abstractNumId w:val="36"/>
  </w:num>
  <w:num w:numId="25">
    <w:abstractNumId w:val="48"/>
  </w:num>
  <w:num w:numId="26">
    <w:abstractNumId w:val="5"/>
  </w:num>
  <w:num w:numId="27">
    <w:abstractNumId w:val="6"/>
  </w:num>
  <w:num w:numId="28">
    <w:abstractNumId w:val="42"/>
  </w:num>
  <w:num w:numId="29">
    <w:abstractNumId w:val="27"/>
  </w:num>
  <w:num w:numId="30">
    <w:abstractNumId w:val="44"/>
  </w:num>
  <w:num w:numId="31">
    <w:abstractNumId w:val="21"/>
  </w:num>
  <w:num w:numId="32">
    <w:abstractNumId w:val="11"/>
  </w:num>
  <w:num w:numId="33">
    <w:abstractNumId w:val="34"/>
  </w:num>
  <w:num w:numId="34">
    <w:abstractNumId w:val="47"/>
  </w:num>
  <w:num w:numId="35">
    <w:abstractNumId w:val="7"/>
  </w:num>
  <w:num w:numId="36">
    <w:abstractNumId w:val="18"/>
  </w:num>
  <w:num w:numId="37">
    <w:abstractNumId w:val="31"/>
  </w:num>
  <w:num w:numId="38">
    <w:abstractNumId w:val="12"/>
  </w:num>
  <w:num w:numId="39">
    <w:abstractNumId w:val="37"/>
  </w:num>
  <w:num w:numId="40">
    <w:abstractNumId w:val="49"/>
  </w:num>
  <w:num w:numId="41">
    <w:abstractNumId w:val="14"/>
  </w:num>
  <w:num w:numId="42">
    <w:abstractNumId w:val="28"/>
  </w:num>
  <w:num w:numId="43">
    <w:abstractNumId w:val="35"/>
  </w:num>
  <w:num w:numId="44">
    <w:abstractNumId w:val="20"/>
  </w:num>
  <w:num w:numId="45">
    <w:abstractNumId w:val="15"/>
  </w:num>
  <w:num w:numId="46">
    <w:abstractNumId w:val="8"/>
  </w:num>
  <w:num w:numId="47">
    <w:abstractNumId w:val="43"/>
  </w:num>
  <w:num w:numId="48">
    <w:abstractNumId w:val="22"/>
  </w:num>
  <w:num w:numId="49">
    <w:abstractNumId w:val="9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attachedTemplate r:id="rId1"/>
  <w:defaultTabStop w:val="708"/>
  <w:consecutiveHyphenLimit w:val="2"/>
  <w:hyphenationZone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B7"/>
    <w:rsid w:val="00000B25"/>
    <w:rsid w:val="000075D2"/>
    <w:rsid w:val="00021E1D"/>
    <w:rsid w:val="00024AB2"/>
    <w:rsid w:val="0003148E"/>
    <w:rsid w:val="00033C38"/>
    <w:rsid w:val="000344D1"/>
    <w:rsid w:val="00036453"/>
    <w:rsid w:val="000405A5"/>
    <w:rsid w:val="00056319"/>
    <w:rsid w:val="00056DF9"/>
    <w:rsid w:val="000831E4"/>
    <w:rsid w:val="00083B32"/>
    <w:rsid w:val="00085057"/>
    <w:rsid w:val="00085E06"/>
    <w:rsid w:val="00085E1C"/>
    <w:rsid w:val="00087F16"/>
    <w:rsid w:val="000A4820"/>
    <w:rsid w:val="000B4CCF"/>
    <w:rsid w:val="000B5B51"/>
    <w:rsid w:val="000F75B8"/>
    <w:rsid w:val="001015D3"/>
    <w:rsid w:val="00106A3B"/>
    <w:rsid w:val="00115858"/>
    <w:rsid w:val="001240D6"/>
    <w:rsid w:val="00125237"/>
    <w:rsid w:val="001344CD"/>
    <w:rsid w:val="001366DD"/>
    <w:rsid w:val="00137513"/>
    <w:rsid w:val="00140669"/>
    <w:rsid w:val="00165C83"/>
    <w:rsid w:val="0016760E"/>
    <w:rsid w:val="00181C72"/>
    <w:rsid w:val="0018292F"/>
    <w:rsid w:val="00187FF5"/>
    <w:rsid w:val="00196986"/>
    <w:rsid w:val="001A4AB2"/>
    <w:rsid w:val="001B3FA6"/>
    <w:rsid w:val="001D15C2"/>
    <w:rsid w:val="001D7FE8"/>
    <w:rsid w:val="001E3BFB"/>
    <w:rsid w:val="001F4A63"/>
    <w:rsid w:val="001F5BB6"/>
    <w:rsid w:val="001F634D"/>
    <w:rsid w:val="00221A00"/>
    <w:rsid w:val="002251F3"/>
    <w:rsid w:val="002366CF"/>
    <w:rsid w:val="002434A1"/>
    <w:rsid w:val="00246E64"/>
    <w:rsid w:val="002547F6"/>
    <w:rsid w:val="002643A2"/>
    <w:rsid w:val="0029207E"/>
    <w:rsid w:val="00292353"/>
    <w:rsid w:val="00297136"/>
    <w:rsid w:val="002972D8"/>
    <w:rsid w:val="002A6832"/>
    <w:rsid w:val="002B5DC1"/>
    <w:rsid w:val="002B6695"/>
    <w:rsid w:val="002D5F55"/>
    <w:rsid w:val="002E669C"/>
    <w:rsid w:val="002F0454"/>
    <w:rsid w:val="00330208"/>
    <w:rsid w:val="003375C5"/>
    <w:rsid w:val="00343979"/>
    <w:rsid w:val="0035439A"/>
    <w:rsid w:val="00363669"/>
    <w:rsid w:val="00370BDC"/>
    <w:rsid w:val="00385A0F"/>
    <w:rsid w:val="00392904"/>
    <w:rsid w:val="003B3EB3"/>
    <w:rsid w:val="003C00D0"/>
    <w:rsid w:val="003C5C4E"/>
    <w:rsid w:val="003E0DA1"/>
    <w:rsid w:val="003E65F6"/>
    <w:rsid w:val="0040210A"/>
    <w:rsid w:val="00411D1A"/>
    <w:rsid w:val="00417ADF"/>
    <w:rsid w:val="004401B2"/>
    <w:rsid w:val="0046196D"/>
    <w:rsid w:val="0046795A"/>
    <w:rsid w:val="00494AC3"/>
    <w:rsid w:val="004A5249"/>
    <w:rsid w:val="004A5BA7"/>
    <w:rsid w:val="004A7304"/>
    <w:rsid w:val="004C0088"/>
    <w:rsid w:val="004C7E0B"/>
    <w:rsid w:val="004D2622"/>
    <w:rsid w:val="004D7AA6"/>
    <w:rsid w:val="004E07EC"/>
    <w:rsid w:val="004F029D"/>
    <w:rsid w:val="004F66D2"/>
    <w:rsid w:val="00505F36"/>
    <w:rsid w:val="0050751E"/>
    <w:rsid w:val="0053279C"/>
    <w:rsid w:val="0053280C"/>
    <w:rsid w:val="00536ABD"/>
    <w:rsid w:val="005516A6"/>
    <w:rsid w:val="00553BA5"/>
    <w:rsid w:val="00553DBF"/>
    <w:rsid w:val="00556997"/>
    <w:rsid w:val="00560320"/>
    <w:rsid w:val="0056158F"/>
    <w:rsid w:val="0056638D"/>
    <w:rsid w:val="00576D07"/>
    <w:rsid w:val="00586A44"/>
    <w:rsid w:val="00593B89"/>
    <w:rsid w:val="005A0636"/>
    <w:rsid w:val="005A0ECB"/>
    <w:rsid w:val="005A5158"/>
    <w:rsid w:val="005D1E0E"/>
    <w:rsid w:val="005F00A4"/>
    <w:rsid w:val="00600141"/>
    <w:rsid w:val="00613F0D"/>
    <w:rsid w:val="0062613B"/>
    <w:rsid w:val="00627C43"/>
    <w:rsid w:val="00632C24"/>
    <w:rsid w:val="006338FA"/>
    <w:rsid w:val="006357F0"/>
    <w:rsid w:val="00642585"/>
    <w:rsid w:val="0064768E"/>
    <w:rsid w:val="00654B33"/>
    <w:rsid w:val="0067688F"/>
    <w:rsid w:val="00677976"/>
    <w:rsid w:val="006827F7"/>
    <w:rsid w:val="006A077D"/>
    <w:rsid w:val="006B1FEC"/>
    <w:rsid w:val="006D4E87"/>
    <w:rsid w:val="006E2A89"/>
    <w:rsid w:val="006E5FDB"/>
    <w:rsid w:val="00707D02"/>
    <w:rsid w:val="00710E46"/>
    <w:rsid w:val="007128FE"/>
    <w:rsid w:val="00712E4A"/>
    <w:rsid w:val="007308EF"/>
    <w:rsid w:val="00751497"/>
    <w:rsid w:val="0075174B"/>
    <w:rsid w:val="00754B17"/>
    <w:rsid w:val="007608E8"/>
    <w:rsid w:val="00760C27"/>
    <w:rsid w:val="00785090"/>
    <w:rsid w:val="007A7FF1"/>
    <w:rsid w:val="007C7C23"/>
    <w:rsid w:val="007D6DBD"/>
    <w:rsid w:val="007E014C"/>
    <w:rsid w:val="007E152E"/>
    <w:rsid w:val="007E69BD"/>
    <w:rsid w:val="0080797C"/>
    <w:rsid w:val="00810D7D"/>
    <w:rsid w:val="008252B7"/>
    <w:rsid w:val="008372F2"/>
    <w:rsid w:val="00857BA5"/>
    <w:rsid w:val="00871287"/>
    <w:rsid w:val="00873A81"/>
    <w:rsid w:val="0088210A"/>
    <w:rsid w:val="0088263B"/>
    <w:rsid w:val="00895ABC"/>
    <w:rsid w:val="008A3D7E"/>
    <w:rsid w:val="008A3F91"/>
    <w:rsid w:val="008C159B"/>
    <w:rsid w:val="008C68CD"/>
    <w:rsid w:val="008D4BC1"/>
    <w:rsid w:val="008D4E89"/>
    <w:rsid w:val="008E3511"/>
    <w:rsid w:val="008E4159"/>
    <w:rsid w:val="008E609F"/>
    <w:rsid w:val="008E6FD1"/>
    <w:rsid w:val="008F4B78"/>
    <w:rsid w:val="008F711C"/>
    <w:rsid w:val="009054B7"/>
    <w:rsid w:val="00907B10"/>
    <w:rsid w:val="009153A0"/>
    <w:rsid w:val="009324F5"/>
    <w:rsid w:val="0093321C"/>
    <w:rsid w:val="0093519D"/>
    <w:rsid w:val="00942046"/>
    <w:rsid w:val="00961AFC"/>
    <w:rsid w:val="009620B9"/>
    <w:rsid w:val="009705E3"/>
    <w:rsid w:val="00983B90"/>
    <w:rsid w:val="009875D8"/>
    <w:rsid w:val="00990B2B"/>
    <w:rsid w:val="009941C1"/>
    <w:rsid w:val="009A6ACB"/>
    <w:rsid w:val="009B31B6"/>
    <w:rsid w:val="009E6C7C"/>
    <w:rsid w:val="009F7A6A"/>
    <w:rsid w:val="00A0083B"/>
    <w:rsid w:val="00A019DE"/>
    <w:rsid w:val="00A12534"/>
    <w:rsid w:val="00A24375"/>
    <w:rsid w:val="00A32652"/>
    <w:rsid w:val="00A413D4"/>
    <w:rsid w:val="00A55C65"/>
    <w:rsid w:val="00A6034A"/>
    <w:rsid w:val="00A61E69"/>
    <w:rsid w:val="00A64C3B"/>
    <w:rsid w:val="00A657D2"/>
    <w:rsid w:val="00A7168E"/>
    <w:rsid w:val="00A84691"/>
    <w:rsid w:val="00AA5188"/>
    <w:rsid w:val="00AB67BE"/>
    <w:rsid w:val="00AF7ECE"/>
    <w:rsid w:val="00B055B6"/>
    <w:rsid w:val="00B16F9F"/>
    <w:rsid w:val="00B1725C"/>
    <w:rsid w:val="00B50703"/>
    <w:rsid w:val="00B51BB9"/>
    <w:rsid w:val="00B71DA8"/>
    <w:rsid w:val="00B75CC9"/>
    <w:rsid w:val="00B80722"/>
    <w:rsid w:val="00B834AB"/>
    <w:rsid w:val="00B94C4C"/>
    <w:rsid w:val="00BA1D0B"/>
    <w:rsid w:val="00BC3A5D"/>
    <w:rsid w:val="00BD01D8"/>
    <w:rsid w:val="00BD359C"/>
    <w:rsid w:val="00BD37C7"/>
    <w:rsid w:val="00BE2DB2"/>
    <w:rsid w:val="00BE3BFE"/>
    <w:rsid w:val="00BE60DA"/>
    <w:rsid w:val="00C02D18"/>
    <w:rsid w:val="00C121E8"/>
    <w:rsid w:val="00C23F6D"/>
    <w:rsid w:val="00C27370"/>
    <w:rsid w:val="00C325FF"/>
    <w:rsid w:val="00C36217"/>
    <w:rsid w:val="00C45905"/>
    <w:rsid w:val="00C46322"/>
    <w:rsid w:val="00C5046D"/>
    <w:rsid w:val="00C85B9E"/>
    <w:rsid w:val="00CB26A8"/>
    <w:rsid w:val="00CB66AD"/>
    <w:rsid w:val="00CC0FDC"/>
    <w:rsid w:val="00CD55E3"/>
    <w:rsid w:val="00CE68D2"/>
    <w:rsid w:val="00CF12BB"/>
    <w:rsid w:val="00CF30A6"/>
    <w:rsid w:val="00CF640A"/>
    <w:rsid w:val="00D24A16"/>
    <w:rsid w:val="00D313B6"/>
    <w:rsid w:val="00D360E4"/>
    <w:rsid w:val="00D541CF"/>
    <w:rsid w:val="00D719F6"/>
    <w:rsid w:val="00D830DE"/>
    <w:rsid w:val="00D87C0E"/>
    <w:rsid w:val="00DA4223"/>
    <w:rsid w:val="00DA58EF"/>
    <w:rsid w:val="00DD58DA"/>
    <w:rsid w:val="00DE5579"/>
    <w:rsid w:val="00DE598A"/>
    <w:rsid w:val="00DF2B45"/>
    <w:rsid w:val="00E02201"/>
    <w:rsid w:val="00E16CB9"/>
    <w:rsid w:val="00E22E76"/>
    <w:rsid w:val="00E274A5"/>
    <w:rsid w:val="00E30C19"/>
    <w:rsid w:val="00E42668"/>
    <w:rsid w:val="00E528C2"/>
    <w:rsid w:val="00E53AB5"/>
    <w:rsid w:val="00E75397"/>
    <w:rsid w:val="00E85B0B"/>
    <w:rsid w:val="00E97248"/>
    <w:rsid w:val="00EB01D2"/>
    <w:rsid w:val="00EB51D4"/>
    <w:rsid w:val="00EB6F41"/>
    <w:rsid w:val="00ED07BA"/>
    <w:rsid w:val="00ED30A2"/>
    <w:rsid w:val="00ED38C8"/>
    <w:rsid w:val="00EE3C70"/>
    <w:rsid w:val="00EF2F8C"/>
    <w:rsid w:val="00EF4B65"/>
    <w:rsid w:val="00EF4E82"/>
    <w:rsid w:val="00F056D4"/>
    <w:rsid w:val="00F10625"/>
    <w:rsid w:val="00F2594F"/>
    <w:rsid w:val="00F320D5"/>
    <w:rsid w:val="00F43BC3"/>
    <w:rsid w:val="00F44F80"/>
    <w:rsid w:val="00F52C86"/>
    <w:rsid w:val="00F54A79"/>
    <w:rsid w:val="00F66FD9"/>
    <w:rsid w:val="00F75746"/>
    <w:rsid w:val="00F774B9"/>
    <w:rsid w:val="00F77E63"/>
    <w:rsid w:val="00F85246"/>
    <w:rsid w:val="00F97063"/>
    <w:rsid w:val="00FB1557"/>
    <w:rsid w:val="00FC0CFB"/>
    <w:rsid w:val="00FC2CE6"/>
    <w:rsid w:val="00FC3B16"/>
    <w:rsid w:val="00FE1D19"/>
    <w:rsid w:val="00FE3724"/>
    <w:rsid w:val="00FF063B"/>
    <w:rsid w:val="00FF5445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A75C1-5521-46F8-A88F-56FD5045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D4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92904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E3BFE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B26A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83B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231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13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9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206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37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54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chule\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9F5C1-8779-405C-8B76-A6889E442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</Template>
  <TotalTime>0</TotalTime>
  <Pages>4</Pages>
  <Words>297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Woellermann</cp:lastModifiedBy>
  <cp:revision>63</cp:revision>
  <cp:lastPrinted>2018-06-01T05:42:00Z</cp:lastPrinted>
  <dcterms:created xsi:type="dcterms:W3CDTF">2018-06-04T05:11:00Z</dcterms:created>
  <dcterms:modified xsi:type="dcterms:W3CDTF">2018-11-21T15:15:00Z</dcterms:modified>
</cp:coreProperties>
</file>